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FDB" w:rsidRPr="00CB752A" w:rsidRDefault="00807FDB" w:rsidP="00DD44FB">
      <w:pPr>
        <w:spacing w:after="0"/>
        <w:rPr>
          <w:rFonts w:ascii="Times New Roman" w:hAnsi="Times New Roman"/>
          <w:sz w:val="24"/>
          <w:szCs w:val="24"/>
        </w:rPr>
      </w:pPr>
      <w:r w:rsidRPr="00CB752A">
        <w:rPr>
          <w:sz w:val="24"/>
          <w:szCs w:val="24"/>
        </w:rPr>
        <w:t xml:space="preserve">                                                                     </w:t>
      </w:r>
      <w:r w:rsidRPr="00CB752A">
        <w:rPr>
          <w:rFonts w:ascii="Times New Roman" w:hAnsi="Times New Roman"/>
          <w:sz w:val="24"/>
          <w:szCs w:val="24"/>
        </w:rPr>
        <w:t>Лист коррекции КТП   по родн</w:t>
      </w:r>
      <w:r>
        <w:rPr>
          <w:rFonts w:ascii="Times New Roman" w:hAnsi="Times New Roman"/>
          <w:sz w:val="24"/>
          <w:szCs w:val="24"/>
        </w:rPr>
        <w:t>ой (татарской) литературе ( с 25.05.20 по 30</w:t>
      </w:r>
      <w:r w:rsidRPr="00CB752A">
        <w:rPr>
          <w:rFonts w:ascii="Times New Roman" w:hAnsi="Times New Roman"/>
          <w:sz w:val="24"/>
          <w:szCs w:val="24"/>
        </w:rPr>
        <w:t>.05.20)</w:t>
      </w:r>
    </w:p>
    <w:p w:rsidR="00807FDB" w:rsidRPr="00CB752A" w:rsidRDefault="00807FDB" w:rsidP="00DD44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B75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807FDB" w:rsidRPr="00CB752A" w:rsidRDefault="00807FDB">
      <w:pPr>
        <w:rPr>
          <w:rFonts w:ascii="Times New Roman" w:hAnsi="Times New Roman"/>
          <w:sz w:val="24"/>
          <w:szCs w:val="24"/>
        </w:rPr>
      </w:pPr>
      <w:r w:rsidRPr="00CB75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Ишмухамметова  Г.К.</w:t>
      </w: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35"/>
        <w:gridCol w:w="1417"/>
        <w:gridCol w:w="4111"/>
        <w:gridCol w:w="2410"/>
        <w:gridCol w:w="2626"/>
        <w:gridCol w:w="1768"/>
        <w:gridCol w:w="2410"/>
      </w:tblGrid>
      <w:tr w:rsidR="00807FDB" w:rsidRPr="00CB752A" w:rsidTr="000F4E62">
        <w:tc>
          <w:tcPr>
            <w:tcW w:w="15877" w:type="dxa"/>
            <w:gridSpan w:val="7"/>
          </w:tcPr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почта для связи  </w:t>
            </w:r>
            <w:hyperlink r:id="rId4" w:history="1">
              <w:r w:rsidRPr="00CB752A">
                <w:rPr>
                  <w:rStyle w:val="Hyperlink"/>
                  <w:rFonts w:ascii="Times New Roman" w:hAnsi="Times New Roman"/>
                  <w:sz w:val="24"/>
                  <w:szCs w:val="24"/>
                </w:rPr>
                <w:t>guliaishmi@mail.ru</w:t>
              </w:r>
            </w:hyperlink>
          </w:p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7FDB" w:rsidRPr="00CB752A" w:rsidTr="000F4E62">
        <w:tc>
          <w:tcPr>
            <w:tcW w:w="1135" w:type="dxa"/>
          </w:tcPr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  <w:r w:rsidRPr="00CB75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111" w:type="dxa"/>
          </w:tcPr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Тема и ресурс:</w:t>
            </w:r>
          </w:p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учебник (страница, параграф и т.п.), презентация, урок на образовательной платформе и т.д.)</w:t>
            </w:r>
          </w:p>
        </w:tc>
        <w:tc>
          <w:tcPr>
            <w:tcW w:w="2410" w:type="dxa"/>
          </w:tcPr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Форма проведения:</w:t>
            </w:r>
          </w:p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26" w:type="dxa"/>
          </w:tcPr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</w:p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CB752A">
              <w:rPr>
                <w:rFonts w:ascii="Times New Roman" w:hAnsi="Times New Roman"/>
                <w:sz w:val="24"/>
                <w:szCs w:val="24"/>
              </w:rPr>
              <w:t>решать примеры, написать конспект , ответить на вопросы и т.д.)</w:t>
            </w:r>
          </w:p>
        </w:tc>
        <w:tc>
          <w:tcPr>
            <w:tcW w:w="1768" w:type="dxa"/>
          </w:tcPr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10" w:type="dxa"/>
          </w:tcPr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Форма сдачи заданий</w:t>
            </w:r>
            <w:r w:rsidRPr="00CB752A">
              <w:rPr>
                <w:rFonts w:ascii="Times New Roman" w:hAnsi="Times New Roman"/>
                <w:sz w:val="24"/>
                <w:szCs w:val="24"/>
              </w:rPr>
              <w:t xml:space="preserve"> (телефон, эл.почта, виртуальный факультатив, образовательная платформа и т.д.)</w:t>
            </w:r>
          </w:p>
        </w:tc>
      </w:tr>
      <w:tr w:rsidR="00807FDB" w:rsidRPr="00CB752A" w:rsidTr="000F4E62">
        <w:tc>
          <w:tcPr>
            <w:tcW w:w="1135" w:type="dxa"/>
          </w:tcPr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9 класс</w:t>
            </w:r>
          </w:p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CB752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4111" w:type="dxa"/>
          </w:tcPr>
          <w:p w:rsidR="00807FDB" w:rsidRPr="0028335C" w:rsidRDefault="00807FDB" w:rsidP="002833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35C">
              <w:rPr>
                <w:rFonts w:ascii="Times New Roman" w:hAnsi="Times New Roman"/>
                <w:sz w:val="24"/>
                <w:szCs w:val="24"/>
              </w:rPr>
              <w:t>“Казан каласы – таш кала” повестеннан икенче өзекне уку, йомгаклау. /отрывок из повести” Город Казань – город Камень".</w:t>
            </w:r>
          </w:p>
          <w:p w:rsidR="00807FDB" w:rsidRPr="00CB752A" w:rsidRDefault="00807FDB" w:rsidP="00C640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335C">
              <w:rPr>
                <w:rFonts w:ascii="Times New Roman" w:hAnsi="Times New Roman"/>
                <w:sz w:val="24"/>
                <w:szCs w:val="24"/>
                <w:lang w:val="tt-RU"/>
              </w:rPr>
              <w:t>Ел буе өйрәнгәннәрне гомумиләштереп кабатлау./</w:t>
            </w:r>
            <w:r w:rsidRPr="0028335C">
              <w:rPr>
                <w:rFonts w:ascii="Times New Roman" w:hAnsi="Times New Roman"/>
                <w:lang w:val="tt-RU"/>
              </w:rPr>
              <w:t xml:space="preserve"> </w:t>
            </w:r>
            <w:r w:rsidRPr="0028335C">
              <w:rPr>
                <w:rFonts w:ascii="Times New Roman" w:hAnsi="Times New Roman"/>
                <w:sz w:val="24"/>
                <w:szCs w:val="24"/>
                <w:lang w:val="tt-RU"/>
              </w:rPr>
              <w:t>Обобщение</w:t>
            </w:r>
          </w:p>
        </w:tc>
        <w:tc>
          <w:tcPr>
            <w:tcW w:w="2410" w:type="dxa"/>
          </w:tcPr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768" w:type="dxa"/>
          </w:tcPr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CB752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807FDB" w:rsidRPr="00CB752A" w:rsidRDefault="00807FDB" w:rsidP="00E174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7FDB" w:rsidRPr="00CB752A" w:rsidTr="000F4E62">
        <w:tc>
          <w:tcPr>
            <w:tcW w:w="1135" w:type="dxa"/>
          </w:tcPr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752A">
              <w:rPr>
                <w:rFonts w:ascii="Times New Roman" w:hAnsi="Times New Roman"/>
                <w:b/>
                <w:sz w:val="24"/>
                <w:szCs w:val="24"/>
              </w:rPr>
              <w:t>10 класс</w:t>
            </w:r>
          </w:p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CB752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4111" w:type="dxa"/>
          </w:tcPr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Үткәннәрне гомумиләштереп кабатлау./</w:t>
            </w:r>
            <w:r>
              <w:t xml:space="preserve"> </w:t>
            </w:r>
            <w:r w:rsidRPr="009A3584">
              <w:rPr>
                <w:rFonts w:ascii="Times New Roman" w:hAnsi="Times New Roman"/>
                <w:sz w:val="24"/>
                <w:szCs w:val="24"/>
                <w:lang w:val="tt-RU"/>
              </w:rPr>
              <w:t>Обобщение</w:t>
            </w:r>
          </w:p>
        </w:tc>
        <w:tc>
          <w:tcPr>
            <w:tcW w:w="2410" w:type="dxa"/>
          </w:tcPr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26" w:type="dxa"/>
          </w:tcPr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768" w:type="dxa"/>
          </w:tcPr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CB752A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2410" w:type="dxa"/>
          </w:tcPr>
          <w:p w:rsidR="00807FDB" w:rsidRPr="00CB752A" w:rsidRDefault="00807FDB" w:rsidP="000F4E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52A"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</w:tbl>
    <w:p w:rsidR="00807FDB" w:rsidRPr="00B424E0" w:rsidRDefault="00807FDB">
      <w:pPr>
        <w:rPr>
          <w:rFonts w:ascii="Times New Roman" w:hAnsi="Times New Roman"/>
          <w:sz w:val="24"/>
          <w:szCs w:val="24"/>
        </w:rPr>
      </w:pPr>
    </w:p>
    <w:sectPr w:rsidR="00807FDB" w:rsidRPr="00B424E0" w:rsidSect="00DD44F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31C6"/>
    <w:rsid w:val="00003E38"/>
    <w:rsid w:val="00014661"/>
    <w:rsid w:val="00022D46"/>
    <w:rsid w:val="00032B76"/>
    <w:rsid w:val="00035BD1"/>
    <w:rsid w:val="00042A2F"/>
    <w:rsid w:val="00055011"/>
    <w:rsid w:val="00091B4F"/>
    <w:rsid w:val="000D0C3E"/>
    <w:rsid w:val="000D4532"/>
    <w:rsid w:val="000E1CCC"/>
    <w:rsid w:val="000F4E62"/>
    <w:rsid w:val="00126AC8"/>
    <w:rsid w:val="00143D71"/>
    <w:rsid w:val="0016450D"/>
    <w:rsid w:val="00185763"/>
    <w:rsid w:val="001A1685"/>
    <w:rsid w:val="001C4BB2"/>
    <w:rsid w:val="001D2E6B"/>
    <w:rsid w:val="00204509"/>
    <w:rsid w:val="0022172C"/>
    <w:rsid w:val="0025108C"/>
    <w:rsid w:val="00272743"/>
    <w:rsid w:val="0028335C"/>
    <w:rsid w:val="00291FFF"/>
    <w:rsid w:val="002A60B5"/>
    <w:rsid w:val="002C3F15"/>
    <w:rsid w:val="002E2ABA"/>
    <w:rsid w:val="002E5928"/>
    <w:rsid w:val="00332A7D"/>
    <w:rsid w:val="003655FE"/>
    <w:rsid w:val="00373B33"/>
    <w:rsid w:val="003820DE"/>
    <w:rsid w:val="003D5A52"/>
    <w:rsid w:val="003E7592"/>
    <w:rsid w:val="003F163A"/>
    <w:rsid w:val="00407D11"/>
    <w:rsid w:val="004510B6"/>
    <w:rsid w:val="0045702D"/>
    <w:rsid w:val="00462559"/>
    <w:rsid w:val="00465FEE"/>
    <w:rsid w:val="00466385"/>
    <w:rsid w:val="00473518"/>
    <w:rsid w:val="00474095"/>
    <w:rsid w:val="004834C8"/>
    <w:rsid w:val="00484A75"/>
    <w:rsid w:val="0049136D"/>
    <w:rsid w:val="0049554C"/>
    <w:rsid w:val="004A070F"/>
    <w:rsid w:val="004A1C96"/>
    <w:rsid w:val="004D7920"/>
    <w:rsid w:val="0052152B"/>
    <w:rsid w:val="0052298A"/>
    <w:rsid w:val="00524004"/>
    <w:rsid w:val="00535EDD"/>
    <w:rsid w:val="0054165F"/>
    <w:rsid w:val="00596ED9"/>
    <w:rsid w:val="005B70B1"/>
    <w:rsid w:val="00603367"/>
    <w:rsid w:val="00605B35"/>
    <w:rsid w:val="00607AF9"/>
    <w:rsid w:val="00620830"/>
    <w:rsid w:val="0064175B"/>
    <w:rsid w:val="006D30FB"/>
    <w:rsid w:val="006D78CC"/>
    <w:rsid w:val="006F7D6E"/>
    <w:rsid w:val="00700EE4"/>
    <w:rsid w:val="00717439"/>
    <w:rsid w:val="00723783"/>
    <w:rsid w:val="00726AFF"/>
    <w:rsid w:val="007B172F"/>
    <w:rsid w:val="00807FDB"/>
    <w:rsid w:val="008208BC"/>
    <w:rsid w:val="00833196"/>
    <w:rsid w:val="00853559"/>
    <w:rsid w:val="00861C12"/>
    <w:rsid w:val="008807CB"/>
    <w:rsid w:val="00896FD0"/>
    <w:rsid w:val="008E2755"/>
    <w:rsid w:val="00901838"/>
    <w:rsid w:val="0092524F"/>
    <w:rsid w:val="00932BA8"/>
    <w:rsid w:val="0093706B"/>
    <w:rsid w:val="00972E3A"/>
    <w:rsid w:val="0098158E"/>
    <w:rsid w:val="009847AF"/>
    <w:rsid w:val="009A3584"/>
    <w:rsid w:val="009A44C1"/>
    <w:rsid w:val="009B35BE"/>
    <w:rsid w:val="009F50EA"/>
    <w:rsid w:val="00A078CE"/>
    <w:rsid w:val="00A13775"/>
    <w:rsid w:val="00A153BA"/>
    <w:rsid w:val="00A21F73"/>
    <w:rsid w:val="00A225A1"/>
    <w:rsid w:val="00A52B86"/>
    <w:rsid w:val="00A64B70"/>
    <w:rsid w:val="00A70056"/>
    <w:rsid w:val="00A80BA6"/>
    <w:rsid w:val="00A93A8E"/>
    <w:rsid w:val="00A943DD"/>
    <w:rsid w:val="00A97B0C"/>
    <w:rsid w:val="00A97CA3"/>
    <w:rsid w:val="00AD1E6A"/>
    <w:rsid w:val="00AE1F46"/>
    <w:rsid w:val="00B03DFF"/>
    <w:rsid w:val="00B11F41"/>
    <w:rsid w:val="00B172C1"/>
    <w:rsid w:val="00B30D00"/>
    <w:rsid w:val="00B424E0"/>
    <w:rsid w:val="00B7797D"/>
    <w:rsid w:val="00BB6376"/>
    <w:rsid w:val="00BC19D5"/>
    <w:rsid w:val="00BC2F92"/>
    <w:rsid w:val="00BC7301"/>
    <w:rsid w:val="00BD34AC"/>
    <w:rsid w:val="00BE31C6"/>
    <w:rsid w:val="00BF195D"/>
    <w:rsid w:val="00C26C0E"/>
    <w:rsid w:val="00C52501"/>
    <w:rsid w:val="00C64077"/>
    <w:rsid w:val="00C76883"/>
    <w:rsid w:val="00C945E1"/>
    <w:rsid w:val="00CA27F7"/>
    <w:rsid w:val="00CB752A"/>
    <w:rsid w:val="00CC68A5"/>
    <w:rsid w:val="00CD669A"/>
    <w:rsid w:val="00CF74BA"/>
    <w:rsid w:val="00D221B4"/>
    <w:rsid w:val="00D61171"/>
    <w:rsid w:val="00D67435"/>
    <w:rsid w:val="00D75A65"/>
    <w:rsid w:val="00D77E7D"/>
    <w:rsid w:val="00D80986"/>
    <w:rsid w:val="00D85B7A"/>
    <w:rsid w:val="00D97053"/>
    <w:rsid w:val="00DA48C4"/>
    <w:rsid w:val="00DB6971"/>
    <w:rsid w:val="00DD44FB"/>
    <w:rsid w:val="00DE4225"/>
    <w:rsid w:val="00E02DDF"/>
    <w:rsid w:val="00E15DC5"/>
    <w:rsid w:val="00E1747A"/>
    <w:rsid w:val="00E2058F"/>
    <w:rsid w:val="00E441C0"/>
    <w:rsid w:val="00E5195C"/>
    <w:rsid w:val="00E6093D"/>
    <w:rsid w:val="00E62B5D"/>
    <w:rsid w:val="00E65BF6"/>
    <w:rsid w:val="00E701AB"/>
    <w:rsid w:val="00E819C0"/>
    <w:rsid w:val="00E923CC"/>
    <w:rsid w:val="00EA1CAC"/>
    <w:rsid w:val="00EA2EEE"/>
    <w:rsid w:val="00EC093E"/>
    <w:rsid w:val="00EE0B97"/>
    <w:rsid w:val="00EE56E4"/>
    <w:rsid w:val="00EF029C"/>
    <w:rsid w:val="00F23B06"/>
    <w:rsid w:val="00F32FD0"/>
    <w:rsid w:val="00F5253C"/>
    <w:rsid w:val="00F52C57"/>
    <w:rsid w:val="00F541C8"/>
    <w:rsid w:val="00F636E5"/>
    <w:rsid w:val="00F67FC2"/>
    <w:rsid w:val="00F87275"/>
    <w:rsid w:val="00FA4294"/>
    <w:rsid w:val="00FD492F"/>
    <w:rsid w:val="00FF5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5A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24E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465FEE"/>
    <w:rPr>
      <w:rFonts w:cs="Times New Roman"/>
      <w:color w:val="0000FF"/>
      <w:u w:val="single"/>
    </w:rPr>
  </w:style>
  <w:style w:type="character" w:customStyle="1" w:styleId="210pt">
    <w:name w:val="Основной текст (2) + 10 pt"/>
    <w:uiPriority w:val="99"/>
    <w:rsid w:val="00F5253C"/>
    <w:rPr>
      <w:rFonts w:ascii="Times New Roman" w:hAnsi="Times New Roman"/>
      <w:color w:val="000000"/>
      <w:spacing w:val="0"/>
      <w:w w:val="100"/>
      <w:position w:val="0"/>
      <w:sz w:val="20"/>
      <w:shd w:val="clear" w:color="auto" w:fill="FFFFFF"/>
      <w:lang w:val="tt-RU" w:eastAsia="tt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uliaishmi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181</TotalTime>
  <Pages>1</Pages>
  <Words>201</Words>
  <Characters>1149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135</cp:revision>
  <dcterms:created xsi:type="dcterms:W3CDTF">2020-03-27T05:47:00Z</dcterms:created>
  <dcterms:modified xsi:type="dcterms:W3CDTF">2020-05-22T09:07:00Z</dcterms:modified>
</cp:coreProperties>
</file>